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C65C" w14:textId="59B4A061" w:rsidR="00281214" w:rsidRPr="00050C04" w:rsidRDefault="00BC7779" w:rsidP="00050C04">
      <w:pPr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</w:t>
      </w:r>
      <w:r w:rsidR="00050C04" w:rsidRPr="00050C04">
        <w:rPr>
          <w:rFonts w:ascii="Arial" w:hAnsi="Arial" w:cs="Arial"/>
          <w:bCs/>
          <w:sz w:val="24"/>
          <w:szCs w:val="24"/>
        </w:rPr>
        <w:t>.</w:t>
      </w:r>
    </w:p>
    <w:p w14:paraId="6E067FBA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0A5EE747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486CE6EB" w14:textId="77777777" w:rsidR="00271F1C" w:rsidRDefault="00AD07CD" w:rsidP="00271F1C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71A20A8F" w14:textId="636C2FA6" w:rsidR="00271F1C" w:rsidRPr="00271F1C" w:rsidRDefault="00271F1C" w:rsidP="00271F1C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1AFDFF34" w14:textId="7020662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271F1C">
        <w:rPr>
          <w:rFonts w:ascii="Arial" w:hAnsi="Arial" w:cs="Arial"/>
          <w:bCs/>
          <w:sz w:val="22"/>
          <w:szCs w:val="22"/>
        </w:rPr>
        <w:t xml:space="preserve">č.    </w:t>
      </w:r>
    </w:p>
    <w:p w14:paraId="1D343BBE" w14:textId="68BD7B6E" w:rsidR="005F003B" w:rsidRPr="00DF49B8" w:rsidRDefault="009E2DC8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o Národní polovodičové strategii</w:t>
      </w:r>
    </w:p>
    <w:p w14:paraId="77E4B74B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1C58BF32" w14:textId="2D1FF9A0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362811">
        <w:rPr>
          <w:rFonts w:ascii="Arial" w:hAnsi="Arial" w:cs="Arial"/>
          <w:b/>
          <w:sz w:val="22"/>
          <w:szCs w:val="22"/>
        </w:rPr>
      </w:r>
      <w:r w:rsidR="0036281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362811">
        <w:rPr>
          <w:rStyle w:val="StylIChar0"/>
          <w:b/>
        </w:rPr>
      </w:r>
      <w:r w:rsidR="00362811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9E2DC8">
        <w:rPr>
          <w:rStyle w:val="StylIChar0"/>
        </w:rPr>
        <w:t>Národní polovodičovou</w:t>
      </w:r>
      <w:r w:rsidR="00271F1C">
        <w:rPr>
          <w:rStyle w:val="StylIChar0"/>
        </w:rPr>
        <w:t xml:space="preserve"> strategii (dále jen „Strategii“)</w:t>
      </w:r>
      <w:r w:rsidR="00FB1919">
        <w:rPr>
          <w:rStyle w:val="StylIChar0"/>
        </w:rPr>
        <w:t xml:space="preserve"> </w:t>
      </w:r>
      <w:r w:rsidR="00FB1919" w:rsidRPr="00FB1919">
        <w:rPr>
          <w:rStyle w:val="StylIChar0"/>
        </w:rPr>
        <w:t>obsažen</w:t>
      </w:r>
      <w:r w:rsidR="000273D3">
        <w:rPr>
          <w:rStyle w:val="StylIChar0"/>
        </w:rPr>
        <w:t>ou</w:t>
      </w:r>
      <w:r w:rsidR="00FB1919" w:rsidRPr="00FB1919">
        <w:rPr>
          <w:rStyle w:val="StylIChar0"/>
        </w:rPr>
        <w:t xml:space="preserve"> v</w:t>
      </w:r>
      <w:r w:rsidR="00362811">
        <w:rPr>
          <w:rStyle w:val="StylIChar0"/>
        </w:rPr>
        <w:t> </w:t>
      </w:r>
      <w:r w:rsidR="00FB1919" w:rsidRPr="00FB1919">
        <w:rPr>
          <w:rStyle w:val="StylIChar0"/>
        </w:rPr>
        <w:t>části</w:t>
      </w:r>
      <w:r w:rsidR="00362811">
        <w:rPr>
          <w:rStyle w:val="StylIChar0"/>
        </w:rPr>
        <w:t> </w:t>
      </w:r>
      <w:r w:rsidR="00FB1919" w:rsidRPr="00FB1919">
        <w:rPr>
          <w:rStyle w:val="StylIChar0"/>
        </w:rPr>
        <w:t>III</w:t>
      </w:r>
      <w:r w:rsidR="00362811">
        <w:rPr>
          <w:rStyle w:val="StylIChar0"/>
        </w:rPr>
        <w:t>. </w:t>
      </w:r>
      <w:r w:rsidR="00FB1919" w:rsidRPr="00FB1919">
        <w:rPr>
          <w:rStyle w:val="StylIChar0"/>
        </w:rPr>
        <w:t>materiálu čj.</w:t>
      </w:r>
      <w:r w:rsidR="00FB1919">
        <w:rPr>
          <w:rStyle w:val="StylIChar0"/>
        </w:rPr>
        <w:t xml:space="preserve"> </w:t>
      </w:r>
      <w:r w:rsidR="004137D7">
        <w:rPr>
          <w:rStyle w:val="StylIChar0"/>
        </w:rPr>
        <w:t>XX</w:t>
      </w:r>
      <w:r w:rsidR="00FB1919">
        <w:rPr>
          <w:rStyle w:val="StylIChar0"/>
        </w:rPr>
        <w:t>/24;</w:t>
      </w:r>
    </w:p>
    <w:p w14:paraId="6F911E4B" w14:textId="5758E0C8" w:rsidR="00FB1919" w:rsidRDefault="00FB1919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  <w:listEntry w:val="VI.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362811">
        <w:rPr>
          <w:rFonts w:ascii="Arial" w:hAnsi="Arial" w:cs="Arial"/>
          <w:b/>
          <w:sz w:val="22"/>
          <w:szCs w:val="22"/>
        </w:rPr>
      </w:r>
      <w:r w:rsidR="0036281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362811">
        <w:rPr>
          <w:rFonts w:ascii="Arial" w:hAnsi="Arial" w:cs="Arial"/>
          <w:b/>
          <w:sz w:val="22"/>
          <w:szCs w:val="22"/>
        </w:rPr>
      </w:r>
      <w:r w:rsidR="0036281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</w:p>
    <w:p w14:paraId="4C9920F9" w14:textId="50A23C7E" w:rsidR="002064CF" w:rsidRPr="00DE17A9" w:rsidRDefault="00E149FD" w:rsidP="00DE17A9">
      <w:p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149FD">
        <w:rPr>
          <w:rFonts w:ascii="Arial" w:hAnsi="Arial" w:cs="Arial"/>
          <w:sz w:val="22"/>
          <w:szCs w:val="22"/>
        </w:rPr>
        <w:t xml:space="preserve">1. </w:t>
      </w:r>
      <w:r w:rsidR="00DE17A9">
        <w:rPr>
          <w:rFonts w:ascii="Arial" w:hAnsi="Arial" w:cs="Arial"/>
          <w:sz w:val="22"/>
          <w:szCs w:val="22"/>
        </w:rPr>
        <w:tab/>
      </w:r>
      <w:r w:rsidRPr="00E149FD">
        <w:rPr>
          <w:rFonts w:ascii="Arial" w:hAnsi="Arial" w:cs="Arial"/>
          <w:sz w:val="22"/>
          <w:szCs w:val="22"/>
        </w:rPr>
        <w:t>ministru průmyslu a</w:t>
      </w:r>
      <w:r w:rsidR="00362811">
        <w:rPr>
          <w:rFonts w:ascii="Arial" w:hAnsi="Arial" w:cs="Arial"/>
          <w:sz w:val="22"/>
          <w:szCs w:val="22"/>
        </w:rPr>
        <w:t> </w:t>
      </w:r>
      <w:r w:rsidRPr="00E149FD">
        <w:rPr>
          <w:rFonts w:ascii="Arial" w:hAnsi="Arial" w:cs="Arial"/>
          <w:sz w:val="22"/>
          <w:szCs w:val="22"/>
        </w:rPr>
        <w:t>obchodu</w:t>
      </w:r>
      <w:r w:rsidR="00362811">
        <w:rPr>
          <w:rFonts w:ascii="Arial" w:hAnsi="Arial" w:cs="Arial"/>
          <w:sz w:val="22"/>
          <w:szCs w:val="22"/>
        </w:rPr>
        <w:t>, ministru pro vědu, výzkum a inovace,</w:t>
      </w:r>
      <w:r w:rsidRPr="00E149FD">
        <w:rPr>
          <w:rFonts w:ascii="Arial" w:hAnsi="Arial" w:cs="Arial"/>
          <w:sz w:val="22"/>
          <w:szCs w:val="22"/>
        </w:rPr>
        <w:t xml:space="preserve"> </w:t>
      </w:r>
      <w:r w:rsidR="00DE17A9">
        <w:rPr>
          <w:rFonts w:ascii="Arial" w:hAnsi="Arial" w:cs="Arial"/>
          <w:sz w:val="22"/>
          <w:szCs w:val="22"/>
        </w:rPr>
        <w:t>a</w:t>
      </w:r>
      <w:r w:rsidR="00362811">
        <w:rPr>
          <w:rFonts w:ascii="Arial" w:hAnsi="Arial" w:cs="Arial"/>
          <w:sz w:val="22"/>
          <w:szCs w:val="22"/>
        </w:rPr>
        <w:t> </w:t>
      </w:r>
      <w:r w:rsidR="00DE17A9">
        <w:rPr>
          <w:rFonts w:ascii="Arial" w:hAnsi="Arial" w:cs="Arial"/>
          <w:sz w:val="22"/>
          <w:szCs w:val="22"/>
        </w:rPr>
        <w:t>ministru školství mládeže a</w:t>
      </w:r>
      <w:r w:rsidR="00362811">
        <w:rPr>
          <w:rFonts w:ascii="Arial" w:hAnsi="Arial" w:cs="Arial"/>
          <w:sz w:val="22"/>
          <w:szCs w:val="22"/>
        </w:rPr>
        <w:t> </w:t>
      </w:r>
      <w:r w:rsidR="00DE17A9">
        <w:rPr>
          <w:rFonts w:ascii="Arial" w:hAnsi="Arial" w:cs="Arial"/>
          <w:sz w:val="22"/>
          <w:szCs w:val="22"/>
        </w:rPr>
        <w:t xml:space="preserve">tělovýchovy </w:t>
      </w:r>
      <w:r w:rsidR="002064CF" w:rsidRPr="00DE17A9">
        <w:rPr>
          <w:rFonts w:ascii="Arial" w:hAnsi="Arial" w:cs="Arial"/>
          <w:sz w:val="22"/>
          <w:szCs w:val="22"/>
        </w:rPr>
        <w:t>zveřejnit Strategii</w:t>
      </w:r>
      <w:r w:rsidR="00DE17A9">
        <w:rPr>
          <w:rFonts w:ascii="Arial" w:hAnsi="Arial" w:cs="Arial"/>
          <w:sz w:val="22"/>
          <w:szCs w:val="22"/>
        </w:rPr>
        <w:t xml:space="preserve"> </w:t>
      </w:r>
      <w:r w:rsidR="00DE17A9" w:rsidRPr="00DE17A9">
        <w:rPr>
          <w:rFonts w:ascii="Arial" w:hAnsi="Arial" w:cs="Arial"/>
          <w:sz w:val="22"/>
          <w:szCs w:val="22"/>
        </w:rPr>
        <w:t xml:space="preserve">na webových stránkách svých </w:t>
      </w:r>
      <w:r w:rsidR="00362811">
        <w:rPr>
          <w:rFonts w:ascii="Arial" w:hAnsi="Arial" w:cs="Arial"/>
          <w:sz w:val="22"/>
          <w:szCs w:val="22"/>
        </w:rPr>
        <w:t>úřadů</w:t>
      </w:r>
      <w:r w:rsidR="00DE17A9" w:rsidRPr="00DE17A9">
        <w:rPr>
          <w:rFonts w:ascii="Arial" w:hAnsi="Arial" w:cs="Arial"/>
          <w:sz w:val="22"/>
          <w:szCs w:val="22"/>
        </w:rPr>
        <w:t xml:space="preserve"> a</w:t>
      </w:r>
      <w:r w:rsidR="00362811">
        <w:rPr>
          <w:rFonts w:ascii="Arial" w:hAnsi="Arial" w:cs="Arial"/>
          <w:sz w:val="22"/>
          <w:szCs w:val="22"/>
        </w:rPr>
        <w:t> </w:t>
      </w:r>
      <w:r w:rsidR="00DE17A9" w:rsidRPr="00DE17A9">
        <w:rPr>
          <w:rFonts w:ascii="Arial" w:hAnsi="Arial" w:cs="Arial"/>
          <w:sz w:val="22"/>
          <w:szCs w:val="22"/>
        </w:rPr>
        <w:t>zajistit odpovídající publicitu</w:t>
      </w:r>
      <w:r w:rsidR="002064CF" w:rsidRPr="00DE17A9">
        <w:rPr>
          <w:rFonts w:ascii="Arial" w:hAnsi="Arial" w:cs="Arial"/>
          <w:sz w:val="22"/>
          <w:szCs w:val="22"/>
        </w:rPr>
        <w:t xml:space="preserve">, </w:t>
      </w:r>
    </w:p>
    <w:p w14:paraId="6B9595EA" w14:textId="519800DE" w:rsidR="000B6EE8" w:rsidRDefault="00DE17A9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7A9">
        <w:rPr>
          <w:rFonts w:ascii="Arial" w:hAnsi="Arial" w:cs="Arial"/>
          <w:sz w:val="22"/>
          <w:szCs w:val="22"/>
        </w:rPr>
        <w:t>ministru průmyslu a</w:t>
      </w:r>
      <w:r w:rsidR="00362811">
        <w:rPr>
          <w:rFonts w:ascii="Arial" w:hAnsi="Arial" w:cs="Arial"/>
          <w:sz w:val="22"/>
          <w:szCs w:val="22"/>
        </w:rPr>
        <w:t> </w:t>
      </w:r>
      <w:r w:rsidRPr="00DE17A9">
        <w:rPr>
          <w:rFonts w:ascii="Arial" w:hAnsi="Arial" w:cs="Arial"/>
          <w:sz w:val="22"/>
          <w:szCs w:val="22"/>
        </w:rPr>
        <w:t>obchodu a</w:t>
      </w:r>
      <w:r w:rsidR="00362811">
        <w:rPr>
          <w:rFonts w:ascii="Arial" w:hAnsi="Arial" w:cs="Arial"/>
          <w:sz w:val="22"/>
          <w:szCs w:val="22"/>
        </w:rPr>
        <w:t> </w:t>
      </w:r>
      <w:r w:rsidRPr="00DE17A9">
        <w:rPr>
          <w:rFonts w:ascii="Arial" w:hAnsi="Arial" w:cs="Arial"/>
          <w:sz w:val="22"/>
          <w:szCs w:val="22"/>
        </w:rPr>
        <w:t>mi</w:t>
      </w:r>
      <w:r>
        <w:rPr>
          <w:rFonts w:ascii="Arial" w:hAnsi="Arial" w:cs="Arial"/>
          <w:sz w:val="22"/>
          <w:szCs w:val="22"/>
        </w:rPr>
        <w:t>nistru školství mládeže a</w:t>
      </w:r>
      <w:r w:rsidR="0036281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tělovýchovy</w:t>
      </w:r>
      <w:r w:rsidRPr="00DE17A9">
        <w:rPr>
          <w:rFonts w:ascii="Arial" w:hAnsi="Arial" w:cs="Arial"/>
          <w:sz w:val="22"/>
          <w:szCs w:val="22"/>
        </w:rPr>
        <w:t xml:space="preserve">, </w:t>
      </w:r>
      <w:r w:rsidR="000B77F9">
        <w:rPr>
          <w:rFonts w:ascii="Arial" w:hAnsi="Arial" w:cs="Arial"/>
          <w:sz w:val="22"/>
          <w:szCs w:val="22"/>
        </w:rPr>
        <w:t>1.</w:t>
      </w:r>
      <w:r w:rsidR="00362811">
        <w:rPr>
          <w:rFonts w:ascii="Arial" w:hAnsi="Arial" w:cs="Arial"/>
          <w:sz w:val="22"/>
          <w:szCs w:val="22"/>
        </w:rPr>
        <w:t> </w:t>
      </w:r>
      <w:r w:rsidR="000B77F9">
        <w:rPr>
          <w:rFonts w:ascii="Arial" w:hAnsi="Arial" w:cs="Arial"/>
          <w:sz w:val="22"/>
          <w:szCs w:val="22"/>
        </w:rPr>
        <w:t>místopředsedovi vlády a</w:t>
      </w:r>
      <w:r w:rsidR="00362811">
        <w:rPr>
          <w:rFonts w:ascii="Arial" w:hAnsi="Arial" w:cs="Arial"/>
          <w:sz w:val="22"/>
          <w:szCs w:val="22"/>
        </w:rPr>
        <w:t> </w:t>
      </w:r>
      <w:r w:rsidR="000B77F9">
        <w:rPr>
          <w:rFonts w:ascii="Arial" w:hAnsi="Arial" w:cs="Arial"/>
          <w:sz w:val="22"/>
          <w:szCs w:val="22"/>
        </w:rPr>
        <w:t>ministru vnitra</w:t>
      </w:r>
      <w:r w:rsidR="00926165">
        <w:rPr>
          <w:rFonts w:ascii="Arial" w:hAnsi="Arial" w:cs="Arial"/>
          <w:sz w:val="22"/>
          <w:szCs w:val="22"/>
        </w:rPr>
        <w:t>,</w:t>
      </w:r>
      <w:r w:rsidR="000B77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ministru pro vědu, výzkum a</w:t>
      </w:r>
      <w:r w:rsidR="0036281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inovace,</w:t>
      </w:r>
      <w:r w:rsidRPr="00DE17A9">
        <w:rPr>
          <w:rFonts w:ascii="Arial" w:hAnsi="Arial" w:cs="Arial"/>
          <w:sz w:val="22"/>
          <w:szCs w:val="22"/>
        </w:rPr>
        <w:t xml:space="preserve"> místopředsedovi vlády a</w:t>
      </w:r>
      <w:r w:rsidR="00362811">
        <w:rPr>
          <w:rFonts w:ascii="Arial" w:hAnsi="Arial" w:cs="Arial"/>
          <w:sz w:val="22"/>
          <w:szCs w:val="22"/>
        </w:rPr>
        <w:t> </w:t>
      </w:r>
      <w:r w:rsidRPr="00DE17A9">
        <w:rPr>
          <w:rFonts w:ascii="Arial" w:hAnsi="Arial" w:cs="Arial"/>
          <w:sz w:val="22"/>
          <w:szCs w:val="22"/>
        </w:rPr>
        <w:t xml:space="preserve">ministru </w:t>
      </w:r>
      <w:r>
        <w:rPr>
          <w:rFonts w:ascii="Arial" w:hAnsi="Arial" w:cs="Arial"/>
          <w:sz w:val="22"/>
          <w:szCs w:val="22"/>
        </w:rPr>
        <w:t>pro místní rozvoj</w:t>
      </w:r>
      <w:r w:rsidRPr="00DE17A9">
        <w:rPr>
          <w:rFonts w:ascii="Arial" w:hAnsi="Arial" w:cs="Arial"/>
          <w:sz w:val="22"/>
          <w:szCs w:val="22"/>
        </w:rPr>
        <w:t xml:space="preserve">, ministru </w:t>
      </w:r>
      <w:r>
        <w:rPr>
          <w:rFonts w:ascii="Arial" w:hAnsi="Arial" w:cs="Arial"/>
          <w:sz w:val="22"/>
          <w:szCs w:val="22"/>
        </w:rPr>
        <w:t>financí, ministru zahraničních věcí a</w:t>
      </w:r>
      <w:r w:rsidR="0036281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předsedovi Technologické agentury </w:t>
      </w:r>
      <w:r w:rsidR="000B77F9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 xml:space="preserve">eské republiky </w:t>
      </w:r>
      <w:r w:rsidRPr="00DE17A9">
        <w:rPr>
          <w:rFonts w:ascii="Arial" w:hAnsi="Arial" w:cs="Arial"/>
          <w:sz w:val="22"/>
          <w:szCs w:val="22"/>
        </w:rPr>
        <w:t>zajistit realizaci opatření uvedených v</w:t>
      </w:r>
      <w:r>
        <w:rPr>
          <w:rFonts w:ascii="Arial" w:hAnsi="Arial" w:cs="Arial"/>
          <w:sz w:val="22"/>
          <w:szCs w:val="22"/>
        </w:rPr>
        <w:t>e Strategii</w:t>
      </w:r>
      <w:r w:rsidR="002064CF" w:rsidRPr="00DE17A9">
        <w:rPr>
          <w:rFonts w:ascii="Arial" w:hAnsi="Arial" w:cs="Arial"/>
          <w:sz w:val="22"/>
          <w:szCs w:val="22"/>
        </w:rPr>
        <w:t>,</w:t>
      </w:r>
    </w:p>
    <w:p w14:paraId="10251B2D" w14:textId="3F879840" w:rsidR="000B77F9" w:rsidRPr="00DE17A9" w:rsidRDefault="000B77F9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ukládá ministru financí zajistit financování pro Strategii,</w:t>
      </w:r>
    </w:p>
    <w:p w14:paraId="21CFC48D" w14:textId="17A6AF6E" w:rsidR="002064CF" w:rsidRPr="00DE17A9" w:rsidRDefault="00DE17A9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ministru průmyslu a</w:t>
      </w:r>
      <w:r w:rsidR="0036281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obchodu </w:t>
      </w:r>
      <w:r w:rsidRPr="00F51584">
        <w:rPr>
          <w:rFonts w:ascii="Arial" w:hAnsi="Arial" w:cs="Arial"/>
          <w:bCs/>
          <w:sz w:val="22"/>
          <w:szCs w:val="22"/>
        </w:rPr>
        <w:t>ve spolupráci s</w:t>
      </w:r>
      <w:r w:rsidR="00362811">
        <w:rPr>
          <w:rFonts w:ascii="Arial" w:hAnsi="Arial" w:cs="Arial"/>
          <w:bCs/>
          <w:sz w:val="22"/>
          <w:szCs w:val="22"/>
        </w:rPr>
        <w:t> </w:t>
      </w:r>
      <w:r w:rsidRPr="00F51584">
        <w:rPr>
          <w:rFonts w:ascii="Arial" w:hAnsi="Arial" w:cs="Arial"/>
          <w:bCs/>
          <w:sz w:val="22"/>
          <w:szCs w:val="22"/>
        </w:rPr>
        <w:t xml:space="preserve">ministrem </w:t>
      </w:r>
      <w:r w:rsidR="00362811">
        <w:rPr>
          <w:rFonts w:ascii="Arial" w:hAnsi="Arial" w:cs="Arial"/>
          <w:bCs/>
          <w:sz w:val="22"/>
          <w:szCs w:val="22"/>
        </w:rPr>
        <w:t>pro vědu, výzkum a inovace zajištění chodu koordinačního mechanismu implementace strategie a pravidelného reportování výsledků implementace vládě České republiky</w:t>
      </w:r>
      <w:r w:rsidR="008A5B5C">
        <w:rPr>
          <w:rFonts w:ascii="Arial" w:hAnsi="Arial" w:cs="Arial"/>
          <w:sz w:val="22"/>
          <w:szCs w:val="22"/>
        </w:rPr>
        <w:t>.</w:t>
      </w:r>
    </w:p>
    <w:p w14:paraId="423E8F35" w14:textId="0E3A29FD" w:rsidR="001F31A6" w:rsidRPr="001F31A6" w:rsidRDefault="001F31A6" w:rsidP="001F31A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113A5714" w14:textId="4C206DDD" w:rsidR="00CE68E3" w:rsidRPr="00F51584" w:rsidRDefault="00CE68E3" w:rsidP="00F51584">
      <w:pPr>
        <w:spacing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44C8756A" w14:textId="20DC8B8D" w:rsidR="00C21031" w:rsidRPr="004728FB" w:rsidRDefault="004728FB" w:rsidP="001D67DB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362811">
        <w:rPr>
          <w:rFonts w:ascii="Arial" w:hAnsi="Arial" w:cs="Arial"/>
          <w:b/>
          <w:sz w:val="22"/>
          <w:szCs w:val="22"/>
          <w:u w:val="single"/>
        </w:rPr>
      </w:r>
      <w:r w:rsidR="00362811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5543E486" w14:textId="77777777" w:rsidR="00DE17A9" w:rsidRDefault="00DE17A9" w:rsidP="00031A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členové vlády,</w:t>
      </w:r>
    </w:p>
    <w:p w14:paraId="20ECBBE3" w14:textId="542B2E65" w:rsidR="00031A76" w:rsidRDefault="00DE17A9" w:rsidP="00031A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Technologické agentury České republiky</w:t>
      </w:r>
      <w:r w:rsidR="00031A76">
        <w:rPr>
          <w:rFonts w:ascii="Arial" w:hAnsi="Arial" w:cs="Arial"/>
          <w:sz w:val="22"/>
          <w:szCs w:val="22"/>
        </w:rPr>
        <w:t>,</w:t>
      </w:r>
    </w:p>
    <w:p w14:paraId="7639F86B" w14:textId="31A13F85" w:rsidR="00031A76" w:rsidRDefault="00031A76" w:rsidP="00031A76">
      <w:pPr>
        <w:rPr>
          <w:rFonts w:ascii="Arial" w:hAnsi="Arial" w:cs="Arial"/>
          <w:sz w:val="22"/>
          <w:szCs w:val="22"/>
        </w:rPr>
      </w:pPr>
    </w:p>
    <w:p w14:paraId="1A43FDF3" w14:textId="77777777" w:rsidR="00C83BB3" w:rsidRDefault="00C83BB3" w:rsidP="00C83BB3">
      <w:pPr>
        <w:jc w:val="both"/>
        <w:rPr>
          <w:rFonts w:ascii="Arial" w:hAnsi="Arial" w:cs="Arial"/>
          <w:bCs/>
          <w:sz w:val="22"/>
          <w:szCs w:val="22"/>
        </w:rPr>
      </w:pPr>
    </w:p>
    <w:p w14:paraId="1B3548F4" w14:textId="77777777" w:rsidR="00894F6A" w:rsidRDefault="00894F6A" w:rsidP="00271F1C">
      <w:pPr>
        <w:rPr>
          <w:rFonts w:ascii="Arial" w:hAnsi="Arial" w:cs="Arial"/>
          <w:bCs/>
          <w:sz w:val="22"/>
          <w:szCs w:val="22"/>
        </w:rPr>
      </w:pPr>
    </w:p>
    <w:p w14:paraId="05C6AB86" w14:textId="23FC2572" w:rsidR="00271F1C" w:rsidRDefault="00271F1C" w:rsidP="00271F1C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prof. PhDr. Petr Fiala, Ph.D., LL.M.</w:t>
      </w:r>
    </w:p>
    <w:p w14:paraId="1CD81BAB" w14:textId="25FBEA0B" w:rsidR="00C21031" w:rsidRPr="00271F1C" w:rsidRDefault="00271F1C" w:rsidP="00271F1C">
      <w:pPr>
        <w:jc w:val="both"/>
        <w:rPr>
          <w:rFonts w:ascii="Arial" w:hAnsi="Arial" w:cs="Arial"/>
          <w:bCs/>
          <w:noProof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t xml:space="preserve">předseda vlády České republiky </w:t>
      </w:r>
    </w:p>
    <w:sectPr w:rsidR="00C21031" w:rsidRPr="00271F1C" w:rsidSect="00F60916">
      <w:headerReference w:type="even" r:id="rId10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EE5E" w14:textId="77777777" w:rsidR="00597FB4" w:rsidRDefault="00597FB4">
      <w:r>
        <w:separator/>
      </w:r>
    </w:p>
  </w:endnote>
  <w:endnote w:type="continuationSeparator" w:id="0">
    <w:p w14:paraId="59F051AE" w14:textId="77777777" w:rsidR="00597FB4" w:rsidRDefault="005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B68C" w14:textId="77777777" w:rsidR="00597FB4" w:rsidRDefault="00597FB4">
      <w:r>
        <w:separator/>
      </w:r>
    </w:p>
  </w:footnote>
  <w:footnote w:type="continuationSeparator" w:id="0">
    <w:p w14:paraId="2E43D336" w14:textId="77777777" w:rsidR="00597FB4" w:rsidRDefault="0059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0C3D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2E9D7978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94EE1"/>
    <w:multiLevelType w:val="hybridMultilevel"/>
    <w:tmpl w:val="38BCD9B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6" w15:restartNumberingAfterBreak="0">
    <w:nsid w:val="2B7E3191"/>
    <w:multiLevelType w:val="hybridMultilevel"/>
    <w:tmpl w:val="64E62882"/>
    <w:lvl w:ilvl="0" w:tplc="62CEFB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"/>
  </w:num>
  <w:num w:numId="13">
    <w:abstractNumId w:val="9"/>
  </w:num>
  <w:num w:numId="14">
    <w:abstractNumId w:val="11"/>
  </w:num>
  <w:num w:numId="15">
    <w:abstractNumId w:val="17"/>
  </w:num>
  <w:num w:numId="16">
    <w:abstractNumId w:val="15"/>
  </w:num>
  <w:num w:numId="17">
    <w:abstractNumId w:val="1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7"/>
  </w:num>
  <w:num w:numId="23">
    <w:abstractNumId w:val="4"/>
  </w:num>
  <w:num w:numId="24">
    <w:abstractNumId w:val="20"/>
  </w:num>
  <w:num w:numId="2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0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FD"/>
    <w:rsid w:val="00000B9E"/>
    <w:rsid w:val="0000160C"/>
    <w:rsid w:val="00003F0B"/>
    <w:rsid w:val="00005ADC"/>
    <w:rsid w:val="00026DCF"/>
    <w:rsid w:val="000273D3"/>
    <w:rsid w:val="00030915"/>
    <w:rsid w:val="00031A76"/>
    <w:rsid w:val="00050C04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B6EE8"/>
    <w:rsid w:val="000B77F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36876"/>
    <w:rsid w:val="0014382F"/>
    <w:rsid w:val="001469E5"/>
    <w:rsid w:val="001469E6"/>
    <w:rsid w:val="001613CB"/>
    <w:rsid w:val="001731A8"/>
    <w:rsid w:val="00185649"/>
    <w:rsid w:val="00193CCC"/>
    <w:rsid w:val="00194FF5"/>
    <w:rsid w:val="001A76B7"/>
    <w:rsid w:val="001B33A6"/>
    <w:rsid w:val="001B4BC0"/>
    <w:rsid w:val="001C5C99"/>
    <w:rsid w:val="001D388B"/>
    <w:rsid w:val="001D4F5B"/>
    <w:rsid w:val="001D5DBD"/>
    <w:rsid w:val="001D67DB"/>
    <w:rsid w:val="001E1C64"/>
    <w:rsid w:val="001F2DBA"/>
    <w:rsid w:val="001F31A6"/>
    <w:rsid w:val="001F72EE"/>
    <w:rsid w:val="002064CF"/>
    <w:rsid w:val="00207B29"/>
    <w:rsid w:val="002206B8"/>
    <w:rsid w:val="00227239"/>
    <w:rsid w:val="00244602"/>
    <w:rsid w:val="00246204"/>
    <w:rsid w:val="00250911"/>
    <w:rsid w:val="00257447"/>
    <w:rsid w:val="002673F1"/>
    <w:rsid w:val="00271F1C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62811"/>
    <w:rsid w:val="00370A19"/>
    <w:rsid w:val="00371A37"/>
    <w:rsid w:val="00373853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D72A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37D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773DA"/>
    <w:rsid w:val="00481C8E"/>
    <w:rsid w:val="00486240"/>
    <w:rsid w:val="00496F79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542C"/>
    <w:rsid w:val="00517BD8"/>
    <w:rsid w:val="0052253F"/>
    <w:rsid w:val="0052566A"/>
    <w:rsid w:val="00531DC4"/>
    <w:rsid w:val="005368DD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97FB4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16C5A"/>
    <w:rsid w:val="0062163A"/>
    <w:rsid w:val="00646831"/>
    <w:rsid w:val="00655DED"/>
    <w:rsid w:val="00666D1C"/>
    <w:rsid w:val="0067016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1698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94F6A"/>
    <w:rsid w:val="008A5B5C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26165"/>
    <w:rsid w:val="00930430"/>
    <w:rsid w:val="00931DA5"/>
    <w:rsid w:val="00943B34"/>
    <w:rsid w:val="00947D02"/>
    <w:rsid w:val="00950BFA"/>
    <w:rsid w:val="00954D2A"/>
    <w:rsid w:val="0096355C"/>
    <w:rsid w:val="00963F50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A37AA"/>
    <w:rsid w:val="009D45D9"/>
    <w:rsid w:val="009E0F2A"/>
    <w:rsid w:val="009E2DC8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31A43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A7A3C"/>
    <w:rsid w:val="00BB3C30"/>
    <w:rsid w:val="00BB3E1A"/>
    <w:rsid w:val="00BB5FB7"/>
    <w:rsid w:val="00BC2DA5"/>
    <w:rsid w:val="00BC7779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83BB3"/>
    <w:rsid w:val="00C90681"/>
    <w:rsid w:val="00C95934"/>
    <w:rsid w:val="00C97C00"/>
    <w:rsid w:val="00CA5BDE"/>
    <w:rsid w:val="00CB1300"/>
    <w:rsid w:val="00CB332E"/>
    <w:rsid w:val="00CB376A"/>
    <w:rsid w:val="00CB4FE9"/>
    <w:rsid w:val="00CB62AA"/>
    <w:rsid w:val="00CC4111"/>
    <w:rsid w:val="00CC64E2"/>
    <w:rsid w:val="00CC713D"/>
    <w:rsid w:val="00CD063A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17A9"/>
    <w:rsid w:val="00DE7BF8"/>
    <w:rsid w:val="00DF49B8"/>
    <w:rsid w:val="00DF6304"/>
    <w:rsid w:val="00E017D3"/>
    <w:rsid w:val="00E032BD"/>
    <w:rsid w:val="00E03E90"/>
    <w:rsid w:val="00E04C94"/>
    <w:rsid w:val="00E05211"/>
    <w:rsid w:val="00E149FD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B3398"/>
    <w:rsid w:val="00EB3FE2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1584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1919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F19B7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9" ma:contentTypeDescription="Vytvoří nový dokument" ma:contentTypeScope="" ma:versionID="832685cf76129460550584ca7a91b53a">
  <xsd:schema xmlns:xsd="http://www.w3.org/2001/XMLSchema" xmlns:xs="http://www.w3.org/2001/XMLSchema" xmlns:p="http://schemas.microsoft.com/office/2006/metadata/properties" xmlns:ns2="c901dcab-5c60-4e8e-adc9-0c7b361f0e15" targetNamespace="http://schemas.microsoft.com/office/2006/metadata/properties" ma:root="true" ma:fieldsID="ef35f5c429e7d67b9a2c18eeb1b6681d" ns2:_="">
    <xsd:import namespace="c901dcab-5c60-4e8e-adc9-0c7b361f0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04BC3E-8E18-4B3A-BC2D-E86092305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67CB8-4A93-4587-B48E-88C8E8B47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349A81-B3F6-4D02-969E-9169CEA58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160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2024-06-11T09:18:00Z</dcterms:created>
  <dcterms:modified xsi:type="dcterms:W3CDTF">2024-06-12T13:33:00Z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</Properties>
</file>